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EB8E0" w14:textId="77777777" w:rsidR="00CB3CE1" w:rsidRDefault="00CB3CE1" w:rsidP="00CB3CE1">
      <w:pPr>
        <w:pStyle w:val="Nagwek"/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C9EB8F5" wp14:editId="2C9EB8F6">
            <wp:extent cx="5760000" cy="44640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9EB8E1" w14:textId="77777777" w:rsidR="00CB3CE1" w:rsidRDefault="00CB3CE1" w:rsidP="00CB3CE1">
      <w:pPr>
        <w:pStyle w:val="Nagwek"/>
        <w:rPr>
          <w:rFonts w:ascii="Arial" w:hAnsi="Arial" w:cs="Arial"/>
        </w:rPr>
      </w:pPr>
    </w:p>
    <w:p w14:paraId="2C9EB8E2" w14:textId="77777777" w:rsidR="00CB3CE1" w:rsidRDefault="00CB3CE1" w:rsidP="00CB3CE1">
      <w:pPr>
        <w:pStyle w:val="Nagwek"/>
        <w:rPr>
          <w:rFonts w:ascii="Arial" w:hAnsi="Arial" w:cs="Arial"/>
        </w:rPr>
      </w:pPr>
    </w:p>
    <w:p w14:paraId="2C9EB8E3" w14:textId="77777777" w:rsidR="00CB3CE1" w:rsidRPr="00CB3CE1" w:rsidRDefault="00CB3CE1" w:rsidP="00CB3CE1">
      <w:pPr>
        <w:pStyle w:val="Nagwek"/>
        <w:spacing w:after="360"/>
        <w:jc w:val="right"/>
        <w:rPr>
          <w:rFonts w:ascii="Arial" w:hAnsi="Arial" w:cs="Arial"/>
          <w:sz w:val="20"/>
          <w:szCs w:val="20"/>
        </w:rPr>
      </w:pPr>
      <w:r w:rsidRPr="00497BD5">
        <w:rPr>
          <w:rFonts w:ascii="Arial" w:hAnsi="Arial" w:cs="Arial"/>
        </w:rPr>
        <w:t xml:space="preserve">Formularz nr </w:t>
      </w:r>
      <w:r>
        <w:rPr>
          <w:rFonts w:ascii="Arial" w:hAnsi="Arial" w:cs="Arial"/>
        </w:rPr>
        <w:t>3</w:t>
      </w:r>
    </w:p>
    <w:p w14:paraId="2C9EB8E4" w14:textId="77777777" w:rsidR="00CB3CE1" w:rsidRPr="00497BD5" w:rsidRDefault="00CB3CE1" w:rsidP="00CB3CE1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14:paraId="2C9EB8E5" w14:textId="5C5BB47E" w:rsidR="000969D9" w:rsidRPr="00CB3CE1" w:rsidRDefault="00CB3CE1" w:rsidP="00AF1691">
      <w:pPr>
        <w:tabs>
          <w:tab w:val="center" w:pos="2268"/>
          <w:tab w:val="center" w:pos="6804"/>
        </w:tabs>
        <w:spacing w:before="480" w:after="960"/>
        <w:rPr>
          <w:rFonts w:ascii="Arial" w:hAnsi="Arial" w:cs="Arial"/>
        </w:rPr>
      </w:pPr>
      <w:r w:rsidRPr="002662C0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>/</w:t>
      </w:r>
      <w:r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ab/>
        <w:t>Miejscowość, data</w:t>
      </w:r>
      <w:r>
        <w:rPr>
          <w:rFonts w:ascii="Arial" w:hAnsi="Arial" w:cs="Arial"/>
        </w:rPr>
        <w:t xml:space="preserve"> Partnera /Podmiot</w:t>
      </w:r>
      <w:r w:rsidR="008A2619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realizując</w:t>
      </w:r>
      <w:r w:rsidR="008A2619">
        <w:rPr>
          <w:rFonts w:ascii="Arial" w:hAnsi="Arial" w:cs="Arial"/>
        </w:rPr>
        <w:t>ego</w:t>
      </w:r>
      <w:r>
        <w:rPr>
          <w:rFonts w:ascii="Arial" w:hAnsi="Arial" w:cs="Arial"/>
        </w:rPr>
        <w:t xml:space="preserve"> projekt</w:t>
      </w:r>
    </w:p>
    <w:p w14:paraId="2C9EB8E6" w14:textId="77777777" w:rsidR="000969D9" w:rsidRPr="00CB3CE1" w:rsidRDefault="00C24255" w:rsidP="00D1255D">
      <w:pPr>
        <w:spacing w:after="600" w:line="276" w:lineRule="auto"/>
        <w:jc w:val="center"/>
        <w:rPr>
          <w:rFonts w:ascii="Arial" w:hAnsi="Arial" w:cs="Arial"/>
          <w:b/>
        </w:rPr>
      </w:pPr>
      <w:r w:rsidRPr="00CB3CE1">
        <w:rPr>
          <w:rFonts w:ascii="Arial" w:hAnsi="Arial" w:cs="Arial"/>
          <w:b/>
        </w:rPr>
        <w:t>OŚWIADCZENIE O UDZIELENIU LICENCJI NIEWYŁĄCZNEJ</w:t>
      </w:r>
    </w:p>
    <w:p w14:paraId="2C9EB8E7" w14:textId="3E71D7B8" w:rsidR="00C24255" w:rsidRPr="00AF1691" w:rsidRDefault="00C24255" w:rsidP="00AF1691">
      <w:pPr>
        <w:spacing w:before="60" w:line="276" w:lineRule="auto"/>
        <w:rPr>
          <w:rFonts w:ascii="Arial" w:hAnsi="Arial" w:cs="Arial"/>
        </w:rPr>
      </w:pPr>
      <w:r w:rsidRPr="00CB3CE1">
        <w:rPr>
          <w:rFonts w:ascii="Arial" w:hAnsi="Arial" w:cs="Arial"/>
        </w:rPr>
        <w:t xml:space="preserve">Niniejszym, jako posiadacz majątkowych praw autorskich, </w:t>
      </w:r>
      <w:r w:rsidR="00D73DF2" w:rsidRPr="00CB3CE1">
        <w:rPr>
          <w:rFonts w:ascii="Arial" w:hAnsi="Arial" w:cs="Arial"/>
        </w:rPr>
        <w:t xml:space="preserve">udzielam Instytucji Zarządzającej </w:t>
      </w:r>
      <w:r w:rsidR="000245A6" w:rsidRPr="00CB3CE1">
        <w:rPr>
          <w:rFonts w:ascii="Arial" w:hAnsi="Arial" w:cs="Arial"/>
        </w:rPr>
        <w:t>Programem Fundusze Europejskie dla Śląskiego 2021-2027 (zwanej dalej: IZ FE</w:t>
      </w:r>
      <w:r w:rsidR="00D73DF2" w:rsidRPr="00CB3CE1">
        <w:rPr>
          <w:rFonts w:ascii="Arial" w:hAnsi="Arial" w:cs="Arial"/>
        </w:rPr>
        <w:t xml:space="preserve"> SL) </w:t>
      </w:r>
      <w:r w:rsidRPr="00CB3CE1">
        <w:rPr>
          <w:rFonts w:ascii="Arial" w:hAnsi="Arial" w:cs="Arial"/>
        </w:rPr>
        <w:t>nieodpłatnej</w:t>
      </w:r>
      <w:r w:rsidR="000245A6" w:rsidRPr="00CB3CE1">
        <w:rPr>
          <w:rFonts w:ascii="Arial" w:hAnsi="Arial" w:cs="Arial"/>
        </w:rPr>
        <w:t xml:space="preserve"> </w:t>
      </w:r>
      <w:r w:rsidRPr="00CB3CE1">
        <w:rPr>
          <w:rFonts w:ascii="Arial" w:hAnsi="Arial" w:cs="Arial"/>
        </w:rPr>
        <w:t>i niewyłącznej licencji do korzystania</w:t>
      </w:r>
      <w:r w:rsidR="00D73DF2" w:rsidRPr="00CB3CE1">
        <w:rPr>
          <w:rFonts w:ascii="Arial" w:hAnsi="Arial" w:cs="Arial"/>
        </w:rPr>
        <w:t xml:space="preserve"> z wszelkich materiałów </w:t>
      </w:r>
      <w:r w:rsidR="00D73DF2" w:rsidRPr="00AF1691">
        <w:rPr>
          <w:rFonts w:ascii="Arial" w:hAnsi="Arial" w:cs="Arial"/>
        </w:rPr>
        <w:t>promocyjnych powstałych</w:t>
      </w:r>
      <w:r w:rsidR="00D73DF2" w:rsidRPr="00AF1691">
        <w:rPr>
          <w:rFonts w:ascii="Arial" w:hAnsi="Arial" w:cs="Arial"/>
          <w:i/>
          <w:iCs/>
        </w:rPr>
        <w:t xml:space="preserve"> </w:t>
      </w:r>
      <w:r w:rsidR="00D73DF2" w:rsidRPr="00AF1691">
        <w:rPr>
          <w:rFonts w:ascii="Arial" w:hAnsi="Arial" w:cs="Arial"/>
        </w:rPr>
        <w:t>w ramach p</w:t>
      </w:r>
      <w:r w:rsidRPr="00AF1691">
        <w:rPr>
          <w:rFonts w:ascii="Arial" w:hAnsi="Arial" w:cs="Arial"/>
        </w:rPr>
        <w:t xml:space="preserve">rojektu </w:t>
      </w:r>
      <w:r w:rsidR="00CB3CE1" w:rsidRPr="00AF1691">
        <w:rPr>
          <w:rFonts w:ascii="Arial" w:hAnsi="Arial" w:cs="Arial"/>
        </w:rPr>
        <w:t>………</w:t>
      </w:r>
      <w:r w:rsidR="00AF2A87">
        <w:rPr>
          <w:rFonts w:ascii="Arial" w:hAnsi="Arial" w:cs="Arial"/>
        </w:rPr>
        <w:t>…..</w:t>
      </w:r>
      <w:r w:rsidR="00CB3CE1" w:rsidRPr="00AF1691">
        <w:rPr>
          <w:rFonts w:ascii="Arial" w:hAnsi="Arial" w:cs="Arial"/>
        </w:rPr>
        <w:t>………………</w:t>
      </w:r>
      <w:r w:rsidR="00AF2A87">
        <w:rPr>
          <w:rFonts w:ascii="Arial" w:hAnsi="Arial" w:cs="Arial"/>
        </w:rPr>
        <w:t>..</w:t>
      </w:r>
      <w:r w:rsidR="00CB3CE1" w:rsidRPr="00AF1691">
        <w:rPr>
          <w:rFonts w:ascii="Arial" w:hAnsi="Arial" w:cs="Arial"/>
        </w:rPr>
        <w:t>.</w:t>
      </w:r>
      <w:r w:rsidR="00AF2A87">
        <w:rPr>
          <w:rFonts w:ascii="Arial" w:hAnsi="Arial" w:cs="Arial"/>
        </w:rPr>
        <w:t xml:space="preserve"> </w:t>
      </w:r>
      <w:r w:rsidRPr="00AF1691">
        <w:rPr>
          <w:rFonts w:ascii="Arial" w:hAnsi="Arial" w:cs="Arial"/>
        </w:rPr>
        <w:t>(</w:t>
      </w:r>
      <w:r w:rsidRPr="00D04F96">
        <w:rPr>
          <w:rFonts w:ascii="Arial" w:hAnsi="Arial" w:cs="Arial"/>
          <w:i/>
        </w:rPr>
        <w:t xml:space="preserve">nazwa </w:t>
      </w:r>
      <w:r w:rsidR="0062748C">
        <w:rPr>
          <w:rFonts w:ascii="Arial" w:hAnsi="Arial" w:cs="Arial"/>
          <w:i/>
        </w:rPr>
        <w:t>p</w:t>
      </w:r>
      <w:r w:rsidRPr="00D04F96">
        <w:rPr>
          <w:rFonts w:ascii="Arial" w:hAnsi="Arial" w:cs="Arial"/>
          <w:i/>
        </w:rPr>
        <w:t>rojektu</w:t>
      </w:r>
      <w:r w:rsidRPr="00AF1691">
        <w:rPr>
          <w:rFonts w:ascii="Arial" w:hAnsi="Arial" w:cs="Arial"/>
        </w:rPr>
        <w:t xml:space="preserve">) na następujących warunkach: </w:t>
      </w:r>
    </w:p>
    <w:p w14:paraId="2C9EB8E8" w14:textId="77777777" w:rsidR="00D1255D" w:rsidRPr="00AF1691" w:rsidRDefault="00C24255" w:rsidP="00AF1691">
      <w:pPr>
        <w:pStyle w:val="Akapitzlist"/>
        <w:numPr>
          <w:ilvl w:val="0"/>
          <w:numId w:val="7"/>
        </w:numPr>
        <w:spacing w:before="60" w:after="0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AF1691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2C9EB8E9" w14:textId="77777777" w:rsidR="00D1255D" w:rsidRPr="00AF1691" w:rsidRDefault="00C24255" w:rsidP="00AF1691">
      <w:pPr>
        <w:pStyle w:val="Akapitzlist"/>
        <w:numPr>
          <w:ilvl w:val="0"/>
          <w:numId w:val="7"/>
        </w:numPr>
        <w:spacing w:before="60" w:after="0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AF1691">
        <w:rPr>
          <w:rFonts w:ascii="Arial" w:hAnsi="Arial" w:cs="Arial"/>
          <w:sz w:val="24"/>
          <w:szCs w:val="24"/>
        </w:rPr>
        <w:t>na okres 10 lat,</w:t>
      </w:r>
    </w:p>
    <w:p w14:paraId="2C9EB8EA" w14:textId="77777777" w:rsidR="00C24255" w:rsidRPr="00AF1691" w:rsidRDefault="00C24255" w:rsidP="00AF1691">
      <w:pPr>
        <w:pStyle w:val="Akapitzlist"/>
        <w:numPr>
          <w:ilvl w:val="0"/>
          <w:numId w:val="7"/>
        </w:numPr>
        <w:spacing w:before="60" w:after="0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AF1691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2C9EB8EB" w14:textId="77777777" w:rsidR="00C24255" w:rsidRPr="00AF1691" w:rsidRDefault="00C24255" w:rsidP="00AF1691">
      <w:pPr>
        <w:numPr>
          <w:ilvl w:val="0"/>
          <w:numId w:val="8"/>
        </w:numPr>
        <w:spacing w:before="60" w:line="276" w:lineRule="auto"/>
        <w:ind w:hanging="643"/>
        <w:rPr>
          <w:rFonts w:ascii="Arial" w:hAnsi="Arial" w:cs="Arial"/>
        </w:rPr>
      </w:pPr>
      <w:r w:rsidRPr="00AF1691">
        <w:rPr>
          <w:rFonts w:ascii="Arial" w:hAnsi="Arial" w:cs="Arial"/>
        </w:rPr>
        <w:t xml:space="preserve">utrwalanie – w szczególności </w:t>
      </w:r>
      <w:r w:rsidRPr="00AF1691">
        <w:rPr>
          <w:rFonts w:ascii="Arial" w:hAnsi="Arial" w:cs="Arial"/>
          <w:color w:val="000000"/>
        </w:rPr>
        <w:t xml:space="preserve">drukiem, zapisem w pamięci komputera i na nośnikach elektronicznych, oraz zwielokrotnianie, </w:t>
      </w:r>
      <w:r w:rsidRPr="00AF1691">
        <w:rPr>
          <w:rFonts w:ascii="Arial" w:hAnsi="Arial" w:cs="Arial"/>
        </w:rPr>
        <w:t xml:space="preserve">powielanie i kopiowanie </w:t>
      </w:r>
      <w:r w:rsidRPr="00AF1691">
        <w:rPr>
          <w:rFonts w:ascii="Arial" w:hAnsi="Arial" w:cs="Arial"/>
          <w:color w:val="000000"/>
        </w:rPr>
        <w:t>tak powstałych egzemplarzy dowolną techniką,</w:t>
      </w:r>
    </w:p>
    <w:p w14:paraId="2C9EB8EC" w14:textId="77777777" w:rsidR="00C24255" w:rsidRPr="00AF1691" w:rsidRDefault="00C24255" w:rsidP="00AF1691">
      <w:pPr>
        <w:numPr>
          <w:ilvl w:val="0"/>
          <w:numId w:val="8"/>
        </w:numPr>
        <w:spacing w:before="60" w:line="276" w:lineRule="auto"/>
        <w:ind w:hanging="643"/>
        <w:rPr>
          <w:rFonts w:ascii="Arial" w:hAnsi="Arial" w:cs="Arial"/>
        </w:rPr>
      </w:pPr>
      <w:r w:rsidRPr="00AF1691">
        <w:rPr>
          <w:rFonts w:ascii="Arial" w:hAnsi="Arial" w:cs="Arial"/>
          <w:color w:val="000000"/>
        </w:rPr>
        <w:t>rozpowszechnianie oraz publikowanie w dowolny sposób (w tym poprzez: wyświetlanie lub publiczne odtwarzanie lub wprowadzanie do pamięci komputera i sieci multimedialnych, w tym Internetu) – w</w:t>
      </w:r>
      <w:r w:rsidR="00AF1691">
        <w:rPr>
          <w:rFonts w:ascii="Arial" w:hAnsi="Arial" w:cs="Arial"/>
          <w:color w:val="000000"/>
        </w:rPr>
        <w:t> </w:t>
      </w:r>
      <w:r w:rsidRPr="00AF1691">
        <w:rPr>
          <w:rFonts w:ascii="Arial" w:hAnsi="Arial" w:cs="Arial"/>
          <w:color w:val="000000"/>
        </w:rPr>
        <w:t>całości lub w części, jak również w połączeniu z innymi utworami,</w:t>
      </w:r>
    </w:p>
    <w:p w14:paraId="2C9EB8ED" w14:textId="77777777" w:rsidR="00C24255" w:rsidRPr="00CB3CE1" w:rsidRDefault="00C24255" w:rsidP="00AF1691">
      <w:pPr>
        <w:numPr>
          <w:ilvl w:val="0"/>
          <w:numId w:val="8"/>
        </w:numPr>
        <w:spacing w:before="60" w:line="276" w:lineRule="auto"/>
        <w:ind w:hanging="643"/>
        <w:rPr>
          <w:rFonts w:ascii="Arial" w:hAnsi="Arial" w:cs="Arial"/>
        </w:rPr>
      </w:pPr>
      <w:r w:rsidRPr="00AF1691">
        <w:rPr>
          <w:rFonts w:ascii="Arial" w:hAnsi="Arial" w:cs="Arial"/>
          <w:color w:val="000000"/>
        </w:rPr>
        <w:t>publiczna dystrybucja utworów</w:t>
      </w:r>
      <w:r w:rsidRPr="00CB3CE1">
        <w:rPr>
          <w:rFonts w:ascii="Arial" w:hAnsi="Arial" w:cs="Arial"/>
          <w:color w:val="000000"/>
        </w:rPr>
        <w:t xml:space="preserve"> lub ich kopii we wszelkich formach (np. książka, broszura, CD, kanał </w:t>
      </w:r>
      <w:proofErr w:type="spellStart"/>
      <w:r w:rsidRPr="00CB3CE1">
        <w:rPr>
          <w:rFonts w:ascii="Arial" w:hAnsi="Arial" w:cs="Arial"/>
          <w:color w:val="000000"/>
        </w:rPr>
        <w:t>youtube</w:t>
      </w:r>
      <w:proofErr w:type="spellEnd"/>
      <w:r w:rsidRPr="00CB3CE1">
        <w:rPr>
          <w:rFonts w:ascii="Arial" w:hAnsi="Arial" w:cs="Arial"/>
          <w:color w:val="000000"/>
        </w:rPr>
        <w:t>, Internet),</w:t>
      </w:r>
    </w:p>
    <w:p w14:paraId="2C9EB8EE" w14:textId="77777777" w:rsidR="00C24255" w:rsidRPr="00CB3CE1" w:rsidRDefault="00C24255" w:rsidP="00AF1691">
      <w:pPr>
        <w:numPr>
          <w:ilvl w:val="0"/>
          <w:numId w:val="8"/>
        </w:numPr>
        <w:spacing w:before="60" w:line="276" w:lineRule="auto"/>
        <w:ind w:hanging="643"/>
        <w:rPr>
          <w:rFonts w:ascii="Arial" w:hAnsi="Arial" w:cs="Arial"/>
        </w:rPr>
      </w:pPr>
      <w:r w:rsidRPr="00CB3CE1">
        <w:rPr>
          <w:rFonts w:ascii="Arial" w:hAnsi="Arial" w:cs="Arial"/>
          <w:color w:val="000000"/>
        </w:rPr>
        <w:t xml:space="preserve">udostępnianie, w tym </w:t>
      </w:r>
      <w:r w:rsidRPr="00CB3CE1">
        <w:rPr>
          <w:rFonts w:ascii="Arial" w:hAnsi="Arial" w:cs="Arial"/>
        </w:rPr>
        <w:t xml:space="preserve">instytucjom i jednostkom organizacyjnym Unii, IK UP, </w:t>
      </w:r>
      <w:r w:rsidR="000245A6" w:rsidRPr="00CB3CE1">
        <w:rPr>
          <w:rFonts w:ascii="Arial" w:hAnsi="Arial" w:cs="Arial"/>
        </w:rPr>
        <w:t>IZ FE</w:t>
      </w:r>
      <w:r w:rsidR="00D73DF2" w:rsidRPr="00CB3CE1">
        <w:rPr>
          <w:rFonts w:ascii="Arial" w:hAnsi="Arial" w:cs="Arial"/>
        </w:rPr>
        <w:t xml:space="preserve"> SL</w:t>
      </w:r>
      <w:r w:rsidRPr="00CB3CE1">
        <w:rPr>
          <w:rFonts w:ascii="Arial" w:hAnsi="Arial" w:cs="Arial"/>
        </w:rPr>
        <w:t>, IP i IW oraz ich pracownikom oraz publiczne udostępnianie przy wykorzystaniu wszelkich środków komunikacji (np. Internet),</w:t>
      </w:r>
    </w:p>
    <w:p w14:paraId="2C9EB8EF" w14:textId="77777777" w:rsidR="00C24255" w:rsidRPr="00CB3CE1" w:rsidRDefault="00C24255" w:rsidP="00AF1691">
      <w:pPr>
        <w:numPr>
          <w:ilvl w:val="0"/>
          <w:numId w:val="8"/>
        </w:numPr>
        <w:spacing w:before="60" w:line="276" w:lineRule="auto"/>
        <w:ind w:hanging="643"/>
        <w:rPr>
          <w:rFonts w:ascii="Arial" w:hAnsi="Arial" w:cs="Arial"/>
        </w:rPr>
      </w:pPr>
      <w:r w:rsidRPr="00CB3CE1">
        <w:rPr>
          <w:rFonts w:ascii="Arial" w:hAnsi="Arial" w:cs="Arial"/>
        </w:rPr>
        <w:t>przechowywanie i archiwizowanie w postaci papierowej albo elektronicznej,</w:t>
      </w:r>
    </w:p>
    <w:p w14:paraId="2C9EB8F0" w14:textId="77777777" w:rsidR="005D2FC1" w:rsidRPr="00CB3CE1" w:rsidRDefault="00C24255" w:rsidP="00AF1691">
      <w:pPr>
        <w:pStyle w:val="Akapitzlist"/>
        <w:numPr>
          <w:ilvl w:val="0"/>
          <w:numId w:val="7"/>
        </w:numPr>
        <w:spacing w:before="60" w:after="0"/>
        <w:ind w:left="1134" w:hanging="708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CB3CE1">
        <w:rPr>
          <w:rFonts w:ascii="Arial" w:hAnsi="Arial" w:cs="Arial"/>
          <w:sz w:val="24"/>
          <w:szCs w:val="24"/>
        </w:rPr>
        <w:t>z prawem do udzielania osobom trzecim sublicencji na warunkach i</w:t>
      </w:r>
      <w:r w:rsidR="00AF1691">
        <w:rPr>
          <w:rFonts w:ascii="Arial" w:hAnsi="Arial" w:cs="Arial"/>
          <w:sz w:val="24"/>
          <w:szCs w:val="24"/>
        </w:rPr>
        <w:t> </w:t>
      </w:r>
      <w:r w:rsidRPr="00CB3CE1">
        <w:rPr>
          <w:rFonts w:ascii="Arial" w:hAnsi="Arial" w:cs="Arial"/>
          <w:sz w:val="24"/>
          <w:szCs w:val="24"/>
        </w:rPr>
        <w:t xml:space="preserve">polach eksploatacji, o których mowa powyżej. </w:t>
      </w:r>
    </w:p>
    <w:p w14:paraId="2C9EB8F1" w14:textId="77777777" w:rsidR="005D2FC1" w:rsidRPr="00CB3CE1" w:rsidRDefault="005D2FC1" w:rsidP="00D73DF2">
      <w:pPr>
        <w:pStyle w:val="Akapitzlist"/>
        <w:spacing w:after="0"/>
        <w:ind w:left="0"/>
        <w:rPr>
          <w:rFonts w:ascii="Arial" w:hAnsi="Arial" w:cs="Arial"/>
          <w:color w:val="000000"/>
          <w:sz w:val="24"/>
          <w:szCs w:val="24"/>
        </w:rPr>
      </w:pPr>
    </w:p>
    <w:p w14:paraId="2C9EB8F2" w14:textId="77777777" w:rsidR="0019686D" w:rsidRDefault="005D2FC1" w:rsidP="00D1255D">
      <w:pPr>
        <w:pStyle w:val="Default"/>
        <w:spacing w:before="60" w:line="276" w:lineRule="auto"/>
        <w:rPr>
          <w:rFonts w:ascii="Arial" w:hAnsi="Arial" w:cs="Arial"/>
        </w:rPr>
      </w:pPr>
      <w:r w:rsidRPr="00CB3CE1">
        <w:rPr>
          <w:rFonts w:ascii="Arial" w:hAnsi="Arial" w:cs="Arial"/>
        </w:rPr>
        <w:t>Jestem świadomy odpowiedzialności karnej za</w:t>
      </w:r>
      <w:r w:rsidR="00D73DF2" w:rsidRPr="00CB3CE1">
        <w:rPr>
          <w:rFonts w:ascii="Arial" w:hAnsi="Arial" w:cs="Arial"/>
        </w:rPr>
        <w:t xml:space="preserve"> złożenie fałszywych oświadczeń.</w:t>
      </w:r>
    </w:p>
    <w:p w14:paraId="2C9EB8F3" w14:textId="77777777" w:rsidR="00D1255D" w:rsidRPr="00D1255D" w:rsidRDefault="00D1255D" w:rsidP="00D1255D">
      <w:pPr>
        <w:pStyle w:val="Default"/>
        <w:spacing w:before="60" w:after="720" w:line="276" w:lineRule="auto"/>
        <w:rPr>
          <w:rFonts w:ascii="Arial" w:hAnsi="Arial" w:cs="Arial"/>
        </w:rPr>
      </w:pPr>
    </w:p>
    <w:p w14:paraId="2C9EB8F4" w14:textId="77777777" w:rsidR="00D1255D" w:rsidRPr="00711986" w:rsidRDefault="00D1255D" w:rsidP="00D1255D">
      <w:pPr>
        <w:tabs>
          <w:tab w:val="center" w:pos="6804"/>
        </w:tabs>
        <w:spacing w:after="960"/>
        <w:rPr>
          <w:rFonts w:ascii="Arial" w:hAnsi="Arial" w:cs="Arial"/>
          <w:sz w:val="20"/>
          <w:szCs w:val="20"/>
        </w:rPr>
      </w:pPr>
      <w:r w:rsidRPr="00711986">
        <w:rPr>
          <w:rFonts w:ascii="Arial" w:hAnsi="Arial" w:cs="Arial"/>
          <w:sz w:val="20"/>
          <w:szCs w:val="20"/>
        </w:rPr>
        <w:t>(Podpis osoby upoważnionej do składania</w:t>
      </w:r>
      <w:r w:rsidRPr="00711986">
        <w:rPr>
          <w:rFonts w:ascii="Arial" w:hAnsi="Arial" w:cs="Arial"/>
          <w:sz w:val="20"/>
          <w:szCs w:val="20"/>
        </w:rPr>
        <w:br/>
        <w:t>oświadczeń w imieniu Wnioskodawcy</w:t>
      </w:r>
      <w:r>
        <w:rPr>
          <w:rFonts w:ascii="Arial" w:hAnsi="Arial" w:cs="Arial"/>
          <w:sz w:val="20"/>
          <w:szCs w:val="20"/>
        </w:rPr>
        <w:t xml:space="preserve">/Partnera/ </w:t>
      </w:r>
      <w:r>
        <w:rPr>
          <w:rFonts w:ascii="Arial" w:hAnsi="Arial" w:cs="Arial"/>
          <w:sz w:val="20"/>
          <w:szCs w:val="20"/>
        </w:rPr>
        <w:br/>
        <w:t>Podmiotu realizującego projekt</w:t>
      </w:r>
      <w:r w:rsidRPr="00711986">
        <w:rPr>
          <w:rFonts w:ascii="Arial" w:hAnsi="Arial" w:cs="Arial"/>
          <w:sz w:val="20"/>
          <w:szCs w:val="20"/>
        </w:rPr>
        <w:t>)</w:t>
      </w:r>
    </w:p>
    <w:sectPr w:rsidR="00D1255D" w:rsidRPr="00711986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DBA99" w14:textId="77777777" w:rsidR="00F878CB" w:rsidRDefault="00F878CB" w:rsidP="00F75F04">
      <w:r>
        <w:separator/>
      </w:r>
    </w:p>
  </w:endnote>
  <w:endnote w:type="continuationSeparator" w:id="0">
    <w:p w14:paraId="23A9ED30" w14:textId="77777777" w:rsidR="00F878CB" w:rsidRDefault="00F878CB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5F551" w14:textId="77777777" w:rsidR="00F878CB" w:rsidRDefault="00F878CB" w:rsidP="00F75F04">
      <w:r>
        <w:separator/>
      </w:r>
    </w:p>
  </w:footnote>
  <w:footnote w:type="continuationSeparator" w:id="0">
    <w:p w14:paraId="562E57E5" w14:textId="77777777" w:rsidR="00F878CB" w:rsidRDefault="00F878CB" w:rsidP="00F75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cs="Times New Roman"/>
      </w:r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84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6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8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0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2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4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6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84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trackRevisions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C12"/>
    <w:rsid w:val="000165DC"/>
    <w:rsid w:val="00016E90"/>
    <w:rsid w:val="000245A6"/>
    <w:rsid w:val="0002761C"/>
    <w:rsid w:val="00031C82"/>
    <w:rsid w:val="00040B99"/>
    <w:rsid w:val="00044460"/>
    <w:rsid w:val="0004704F"/>
    <w:rsid w:val="00052074"/>
    <w:rsid w:val="0006187B"/>
    <w:rsid w:val="000652C1"/>
    <w:rsid w:val="000741F8"/>
    <w:rsid w:val="00077B5B"/>
    <w:rsid w:val="0008150A"/>
    <w:rsid w:val="00084AE0"/>
    <w:rsid w:val="000969D9"/>
    <w:rsid w:val="000A4E40"/>
    <w:rsid w:val="000C0C72"/>
    <w:rsid w:val="000F59FA"/>
    <w:rsid w:val="000F5C52"/>
    <w:rsid w:val="00102AC0"/>
    <w:rsid w:val="001145DE"/>
    <w:rsid w:val="0012448B"/>
    <w:rsid w:val="00136BCA"/>
    <w:rsid w:val="00144328"/>
    <w:rsid w:val="0019686D"/>
    <w:rsid w:val="001A5144"/>
    <w:rsid w:val="001B100B"/>
    <w:rsid w:val="001B29CA"/>
    <w:rsid w:val="001C75CF"/>
    <w:rsid w:val="001F08BE"/>
    <w:rsid w:val="001F3C3E"/>
    <w:rsid w:val="001F7D87"/>
    <w:rsid w:val="00213EDF"/>
    <w:rsid w:val="0023181C"/>
    <w:rsid w:val="00241B47"/>
    <w:rsid w:val="00243889"/>
    <w:rsid w:val="002455C7"/>
    <w:rsid w:val="00245F98"/>
    <w:rsid w:val="00265195"/>
    <w:rsid w:val="00276194"/>
    <w:rsid w:val="0029675B"/>
    <w:rsid w:val="002A04BD"/>
    <w:rsid w:val="002B6B33"/>
    <w:rsid w:val="002C34E6"/>
    <w:rsid w:val="002C7FFD"/>
    <w:rsid w:val="002D2121"/>
    <w:rsid w:val="002D2191"/>
    <w:rsid w:val="002F6528"/>
    <w:rsid w:val="0030178C"/>
    <w:rsid w:val="003102EF"/>
    <w:rsid w:val="003161F8"/>
    <w:rsid w:val="003241AC"/>
    <w:rsid w:val="00332B9B"/>
    <w:rsid w:val="00377C96"/>
    <w:rsid w:val="00391373"/>
    <w:rsid w:val="003B3B84"/>
    <w:rsid w:val="003B5B4A"/>
    <w:rsid w:val="003E2E5B"/>
    <w:rsid w:val="003E393B"/>
    <w:rsid w:val="003E55B2"/>
    <w:rsid w:val="003F210E"/>
    <w:rsid w:val="003F43FB"/>
    <w:rsid w:val="00413E00"/>
    <w:rsid w:val="00445FF2"/>
    <w:rsid w:val="004469C1"/>
    <w:rsid w:val="00463F1B"/>
    <w:rsid w:val="004857DC"/>
    <w:rsid w:val="00491094"/>
    <w:rsid w:val="00492FFF"/>
    <w:rsid w:val="004B0A00"/>
    <w:rsid w:val="004F2C1A"/>
    <w:rsid w:val="005033E1"/>
    <w:rsid w:val="005140C0"/>
    <w:rsid w:val="00520068"/>
    <w:rsid w:val="00552865"/>
    <w:rsid w:val="00553986"/>
    <w:rsid w:val="00561B14"/>
    <w:rsid w:val="00563342"/>
    <w:rsid w:val="00565B9C"/>
    <w:rsid w:val="005831FB"/>
    <w:rsid w:val="00587D41"/>
    <w:rsid w:val="005923B9"/>
    <w:rsid w:val="00593F99"/>
    <w:rsid w:val="005A2769"/>
    <w:rsid w:val="005C173D"/>
    <w:rsid w:val="005C3EA2"/>
    <w:rsid w:val="005C70E4"/>
    <w:rsid w:val="005D2FC1"/>
    <w:rsid w:val="005F0697"/>
    <w:rsid w:val="0060352D"/>
    <w:rsid w:val="00622E71"/>
    <w:rsid w:val="0062322E"/>
    <w:rsid w:val="0062748C"/>
    <w:rsid w:val="00636369"/>
    <w:rsid w:val="00642B85"/>
    <w:rsid w:val="0064696D"/>
    <w:rsid w:val="006471F6"/>
    <w:rsid w:val="00652C86"/>
    <w:rsid w:val="0066014A"/>
    <w:rsid w:val="006712E4"/>
    <w:rsid w:val="00676DCD"/>
    <w:rsid w:val="00695C9B"/>
    <w:rsid w:val="006A419E"/>
    <w:rsid w:val="007318A8"/>
    <w:rsid w:val="007679F5"/>
    <w:rsid w:val="007758D4"/>
    <w:rsid w:val="007827D5"/>
    <w:rsid w:val="00784457"/>
    <w:rsid w:val="00787F39"/>
    <w:rsid w:val="007D2FFF"/>
    <w:rsid w:val="007E4FA8"/>
    <w:rsid w:val="0080421D"/>
    <w:rsid w:val="008424E6"/>
    <w:rsid w:val="00860E20"/>
    <w:rsid w:val="008612D2"/>
    <w:rsid w:val="00874C12"/>
    <w:rsid w:val="00876D72"/>
    <w:rsid w:val="00881A17"/>
    <w:rsid w:val="00890966"/>
    <w:rsid w:val="008A2619"/>
    <w:rsid w:val="008A3DB1"/>
    <w:rsid w:val="008A40C5"/>
    <w:rsid w:val="008A56F3"/>
    <w:rsid w:val="008B09D7"/>
    <w:rsid w:val="008B1E5F"/>
    <w:rsid w:val="008B7D62"/>
    <w:rsid w:val="008D0BFB"/>
    <w:rsid w:val="008E7F53"/>
    <w:rsid w:val="008F4DFB"/>
    <w:rsid w:val="009019CB"/>
    <w:rsid w:val="00916BC8"/>
    <w:rsid w:val="00943A0F"/>
    <w:rsid w:val="00943F79"/>
    <w:rsid w:val="00946547"/>
    <w:rsid w:val="009979CB"/>
    <w:rsid w:val="009A18D4"/>
    <w:rsid w:val="009A6F1B"/>
    <w:rsid w:val="009D549C"/>
    <w:rsid w:val="009E5E9B"/>
    <w:rsid w:val="009F1790"/>
    <w:rsid w:val="00A16DB2"/>
    <w:rsid w:val="00A47D83"/>
    <w:rsid w:val="00A52A94"/>
    <w:rsid w:val="00A632F6"/>
    <w:rsid w:val="00A70B4C"/>
    <w:rsid w:val="00A714C7"/>
    <w:rsid w:val="00A76CDF"/>
    <w:rsid w:val="00A806E6"/>
    <w:rsid w:val="00AC6F64"/>
    <w:rsid w:val="00AC75F8"/>
    <w:rsid w:val="00AD2220"/>
    <w:rsid w:val="00AF1691"/>
    <w:rsid w:val="00AF2A87"/>
    <w:rsid w:val="00AF6EA0"/>
    <w:rsid w:val="00AF6F07"/>
    <w:rsid w:val="00B03F6C"/>
    <w:rsid w:val="00B04B85"/>
    <w:rsid w:val="00B2108C"/>
    <w:rsid w:val="00B336CB"/>
    <w:rsid w:val="00B47573"/>
    <w:rsid w:val="00B73669"/>
    <w:rsid w:val="00B814E4"/>
    <w:rsid w:val="00B91549"/>
    <w:rsid w:val="00BA2092"/>
    <w:rsid w:val="00BB6000"/>
    <w:rsid w:val="00C02B80"/>
    <w:rsid w:val="00C24255"/>
    <w:rsid w:val="00C67F40"/>
    <w:rsid w:val="00C703BA"/>
    <w:rsid w:val="00C7650E"/>
    <w:rsid w:val="00CB1A70"/>
    <w:rsid w:val="00CB3CE1"/>
    <w:rsid w:val="00CC0221"/>
    <w:rsid w:val="00CD05EE"/>
    <w:rsid w:val="00CE79CC"/>
    <w:rsid w:val="00D04F96"/>
    <w:rsid w:val="00D1175D"/>
    <w:rsid w:val="00D1255D"/>
    <w:rsid w:val="00D30329"/>
    <w:rsid w:val="00D5290A"/>
    <w:rsid w:val="00D556E1"/>
    <w:rsid w:val="00D62F89"/>
    <w:rsid w:val="00D70D5D"/>
    <w:rsid w:val="00D73DF2"/>
    <w:rsid w:val="00D86028"/>
    <w:rsid w:val="00DA4EE0"/>
    <w:rsid w:val="00DA7A14"/>
    <w:rsid w:val="00DB0DC2"/>
    <w:rsid w:val="00DD3A65"/>
    <w:rsid w:val="00E402BB"/>
    <w:rsid w:val="00E45B60"/>
    <w:rsid w:val="00E50553"/>
    <w:rsid w:val="00E61989"/>
    <w:rsid w:val="00E76A0A"/>
    <w:rsid w:val="00EB04F7"/>
    <w:rsid w:val="00EB4F10"/>
    <w:rsid w:val="00EE0E63"/>
    <w:rsid w:val="00EF3E7C"/>
    <w:rsid w:val="00F54C46"/>
    <w:rsid w:val="00F6743A"/>
    <w:rsid w:val="00F75F04"/>
    <w:rsid w:val="00F83E0F"/>
    <w:rsid w:val="00F878CB"/>
    <w:rsid w:val="00F91185"/>
    <w:rsid w:val="00FB014D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9EB8E0"/>
  <w14:defaultImageDpi w14:val="0"/>
  <w15:docId w15:val="{02F514C6-2DFC-4BFF-813C-41D6D3E3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77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3.%20O&#347;wiadczenie%20o%20udzieleniu%20licencji%20niewy&#322;&#261;cznej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5" ma:contentTypeDescription="Utwórz nowy dokument." ma:contentTypeScope="" ma:versionID="c02b01aae204c1c2a0987aa0024411e8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34ea9554d73486e91523c2185d633c4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9B165-A994-4936-8B5C-65CCFD01B708}">
  <ds:schemaRefs>
    <ds:schemaRef ds:uri="http://schemas.microsoft.com/office/2006/metadata/properties"/>
    <ds:schemaRef ds:uri="http://schemas.microsoft.com/office/infopath/2007/PartnerControls"/>
    <ds:schemaRef ds:uri="5342988d-6845-4e7b-9c11-9364b799213f"/>
    <ds:schemaRef ds:uri="945595bd-0fc1-4e73-9902-100781b31bf3"/>
  </ds:schemaRefs>
</ds:datastoreItem>
</file>

<file path=customXml/itemProps2.xml><?xml version="1.0" encoding="utf-8"?>
<ds:datastoreItem xmlns:ds="http://schemas.openxmlformats.org/officeDocument/2006/customXml" ds:itemID="{71A3BFA2-F6AF-492C-AC88-879BB4EF69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82613D-B30A-4D4B-9880-35D90C3920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D349B4-83FA-4D17-A7E2-AC52C1CFE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3. Oświadczenie o udzieleniu licencji niewyłącznej</Template>
  <TotalTime>0</TotalTime>
  <Pages>2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3 Oświadczenie o udzieleniu licencji niewyłącznej</vt:lpstr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3 Oświadczenie o udzieleniu licencji niewyłącznej</dc:title>
  <dc:subject/>
  <dc:creator>Mikrut Monika</dc:creator>
  <cp:keywords/>
  <dc:description/>
  <cp:lastModifiedBy>Suliga Katarzyna</cp:lastModifiedBy>
  <cp:revision>4</cp:revision>
  <cp:lastPrinted>2018-02-01T12:40:00Z</cp:lastPrinted>
  <dcterms:created xsi:type="dcterms:W3CDTF">2024-03-05T08:21:00Z</dcterms:created>
  <dcterms:modified xsi:type="dcterms:W3CDTF">2024-03-06T10:18:00Z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